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6F2E3CBB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93529E">
        <w:rPr>
          <w:rFonts w:ascii="Corbel" w:hAnsi="Corbel"/>
          <w:smallCaps/>
          <w:sz w:val="24"/>
          <w:szCs w:val="24"/>
        </w:rPr>
        <w:t>1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93529E">
        <w:rPr>
          <w:rFonts w:ascii="Corbel" w:hAnsi="Corbel"/>
          <w:smallCaps/>
          <w:sz w:val="24"/>
          <w:szCs w:val="24"/>
        </w:rPr>
        <w:t>4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463423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93529E">
        <w:rPr>
          <w:rFonts w:ascii="Corbel" w:hAnsi="Corbel"/>
          <w:sz w:val="20"/>
          <w:szCs w:val="20"/>
        </w:rPr>
        <w:t>1</w:t>
      </w:r>
      <w:bookmarkStart w:id="0" w:name="_GoBack"/>
      <w:bookmarkEnd w:id="0"/>
      <w:r>
        <w:rPr>
          <w:rFonts w:ascii="Corbel" w:hAnsi="Corbel"/>
          <w:sz w:val="20"/>
          <w:szCs w:val="20"/>
        </w:rPr>
        <w:t>/202</w:t>
      </w:r>
      <w:r w:rsidR="0093529E">
        <w:rPr>
          <w:rFonts w:ascii="Corbel" w:hAnsi="Corbel"/>
          <w:sz w:val="20"/>
          <w:szCs w:val="20"/>
        </w:rPr>
        <w:t>2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07D8E82A" w:rsidR="0085747A" w:rsidRPr="00EA6178" w:rsidRDefault="00EA6178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A617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3A3C3AD1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F19BE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2893D28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  <w:r w:rsidRPr="1630C585">
              <w:rPr>
                <w:rFonts w:ascii="Corbel" w:hAnsi="Corbel"/>
                <w:b w:val="0"/>
                <w:sz w:val="24"/>
                <w:szCs w:val="24"/>
              </w:rPr>
              <w:t xml:space="preserve">, dr Małgorzata </w:t>
            </w:r>
            <w:proofErr w:type="spellStart"/>
            <w:r w:rsidRPr="1630C585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562CF6B5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FEEFE6C" w:rsidR="00015B8F" w:rsidRPr="009C54AE" w:rsidRDefault="00EA61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3DD8CCC1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36A53B3E" w:rsidR="00AB09B5" w:rsidRPr="009C54AE" w:rsidRDefault="00EA6178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BA5D0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BA5D0A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proofErr w:type="spellStart"/>
            <w:r w:rsidRPr="00556B47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B47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Podaż i jej determinanty: definicja, prawo podaży, krzywa podaży, </w:t>
            </w:r>
            <w:proofErr w:type="spellStart"/>
            <w:r w:rsidRPr="00260408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260408">
              <w:rPr>
                <w:rFonts w:ascii="Corbel" w:hAnsi="Corbel"/>
                <w:sz w:val="24"/>
                <w:szCs w:val="24"/>
              </w:rPr>
              <w:t xml:space="preserve">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DA1360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DA1360">
        <w:rPr>
          <w:rFonts w:ascii="Corbel" w:hAnsi="Corbel"/>
          <w:b w:val="0"/>
          <w:smallCaps w:val="0"/>
          <w:szCs w:val="24"/>
        </w:rPr>
        <w:t>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2BDE05FB" w:rsidR="0085747A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2C1669B4" w:rsidR="00C61DC5" w:rsidRPr="009C54AE" w:rsidRDefault="00EA6178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147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Begg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D., </w:t>
            </w:r>
            <w:proofErr w:type="spellStart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Vernasca</w:t>
            </w:r>
            <w:proofErr w:type="spellEnd"/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Dornbusch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Samuelson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P.A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.,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Nordhaus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W.D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Rebis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>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Mankiw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N.G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., Taylor </w:t>
            </w:r>
            <w:proofErr w:type="spellStart"/>
            <w:r w:rsidRPr="009E326D">
              <w:rPr>
                <w:rFonts w:ascii="Corbel" w:hAnsi="Corbel"/>
                <w:b w:val="0"/>
                <w:bCs/>
                <w:smallCaps w:val="0"/>
              </w:rPr>
              <w:t>M.P</w:t>
            </w:r>
            <w:proofErr w:type="spellEnd"/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45E2B" w14:textId="77777777" w:rsidR="009646C8" w:rsidRDefault="009646C8" w:rsidP="00C16ABF">
      <w:pPr>
        <w:spacing w:after="0" w:line="240" w:lineRule="auto"/>
      </w:pPr>
      <w:r>
        <w:separator/>
      </w:r>
    </w:p>
  </w:endnote>
  <w:endnote w:type="continuationSeparator" w:id="0">
    <w:p w14:paraId="304A6C52" w14:textId="77777777" w:rsidR="009646C8" w:rsidRDefault="009646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51611" w14:textId="77777777" w:rsidR="009646C8" w:rsidRDefault="009646C8" w:rsidP="00C16ABF">
      <w:pPr>
        <w:spacing w:after="0" w:line="240" w:lineRule="auto"/>
      </w:pPr>
      <w:r>
        <w:separator/>
      </w:r>
    </w:p>
  </w:footnote>
  <w:footnote w:type="continuationSeparator" w:id="0">
    <w:p w14:paraId="2BC2331E" w14:textId="77777777" w:rsidR="009646C8" w:rsidRDefault="009646C8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174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04866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3529E"/>
    <w:rsid w:val="009508DF"/>
    <w:rsid w:val="00950DAC"/>
    <w:rsid w:val="00954A07"/>
    <w:rsid w:val="009646C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19BE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178"/>
    <w:rsid w:val="00EC4899"/>
    <w:rsid w:val="00ED03AB"/>
    <w:rsid w:val="00ED32D2"/>
    <w:rsid w:val="00EE32DE"/>
    <w:rsid w:val="00EE5457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51F58B-58F4-4A1B-B7C9-65046551B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1685</Words>
  <Characters>10116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2020-11-26T19:33:00Z</dcterms:created>
  <dcterms:modified xsi:type="dcterms:W3CDTF">2021-09-03T08:55:00Z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